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1323EF" w:rsidP="00025386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C73E32" w:rsidRPr="00C73E32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C73E32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C73E32">
        <w:rPr>
          <w:rFonts w:ascii="Times New Roman" w:eastAsia="Times New Roman" w:hAnsi="Times New Roman"/>
          <w:b/>
          <w:sz w:val="24"/>
          <w:szCs w:val="20"/>
          <w:lang w:eastAsia="pl-PL"/>
        </w:rPr>
        <w:t>BP.271.9.2018.BS</w:t>
      </w:r>
    </w:p>
    <w:p w:rsidR="00025386" w:rsidRDefault="00025386" w:rsidP="00025386">
      <w:bookmarkStart w:id="0" w:name="_GoBack"/>
      <w:bookmarkEnd w:id="0"/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C73E32" w:rsidRPr="00C73E32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C73E32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73E32">
        <w:rPr>
          <w:rFonts w:ascii="Times New Roman" w:eastAsia="Times New Roman" w:hAnsi="Times New Roman"/>
          <w:b/>
          <w:sz w:val="24"/>
          <w:szCs w:val="24"/>
          <w:lang w:eastAsia="pl-PL"/>
        </w:rPr>
        <w:t>Utrzymanie czystości i porządku w obrębie 156 przystanków komunikacyjnych, których właścicielem lub zarządzającym jest gmina Śrem, oraz które położone są na jej obszarze.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BC0" w:rsidRDefault="00247BC0" w:rsidP="00025386">
      <w:pPr>
        <w:spacing w:after="0" w:line="240" w:lineRule="auto"/>
      </w:pPr>
      <w:r>
        <w:separator/>
      </w:r>
    </w:p>
  </w:endnote>
  <w:endnote w:type="continuationSeparator" w:id="0">
    <w:p w:rsidR="00247BC0" w:rsidRDefault="00247BC0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32" w:rsidRDefault="00C73E3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1323E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50FF2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C50FF2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32" w:rsidRDefault="00C73E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BC0" w:rsidRDefault="00247BC0" w:rsidP="00025386">
      <w:pPr>
        <w:spacing w:after="0" w:line="240" w:lineRule="auto"/>
      </w:pPr>
      <w:r>
        <w:separator/>
      </w:r>
    </w:p>
  </w:footnote>
  <w:footnote w:type="continuationSeparator" w:id="0">
    <w:p w:rsidR="00247BC0" w:rsidRDefault="00247BC0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32" w:rsidRDefault="00C73E3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32" w:rsidRDefault="00C73E3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3E32" w:rsidRDefault="00C73E3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BC0"/>
    <w:rsid w:val="00025386"/>
    <w:rsid w:val="000423B9"/>
    <w:rsid w:val="00084786"/>
    <w:rsid w:val="001323EF"/>
    <w:rsid w:val="001C2314"/>
    <w:rsid w:val="00247BC0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C50FF2"/>
    <w:rsid w:val="00C73E32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2018-01-31T12:06:00Z</dcterms:created>
  <dcterms:modified xsi:type="dcterms:W3CDTF">2018-01-31T12:06:00Z</dcterms:modified>
</cp:coreProperties>
</file>